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B260D" w14:textId="77777777" w:rsidR="005E1DAE" w:rsidRPr="005E1DAE" w:rsidRDefault="005E1DAE" w:rsidP="005E1DA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E1DA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SARS-CoV-2/human/ITA/ABR-IZSGC-TE30939/2021, complete genome</w:t>
      </w:r>
    </w:p>
    <w:p w14:paraId="634F7EE9" w14:textId="77777777" w:rsidR="005E1DAE" w:rsidRPr="005E1DAE" w:rsidRDefault="005E1DAE" w:rsidP="005E1DA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t>GenBank: MW642248.1</w:t>
      </w:r>
    </w:p>
    <w:p w14:paraId="7BC4A7B4" w14:textId="77777777" w:rsidR="005E1DAE" w:rsidRPr="005E1DAE" w:rsidRDefault="005E1DAE" w:rsidP="005E1DA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"https://www.ncbi.nlm.nih.gov/nuccore/MW642248.1?report=fasta" </w:instrText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E1DA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"https://www.ncbi.nlm.nih.gov/nuccore/MW642248.1?report=graph" </w:instrText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E1DA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42248.1"/>
    <w:bookmarkEnd w:id="1"/>
    <w:p w14:paraId="42629648" w14:textId="77777777" w:rsidR="005E1DAE" w:rsidRPr="005E1DAE" w:rsidRDefault="005E1DAE" w:rsidP="005E1DA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"https://www.ncbi.nlm.nih.gov/nuccore/MW642248.1" \l "goto1991545372_0" </w:instrText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E1DA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E1DA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B2C25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LOCUS       MW642248               29868 bp    RNA     linear   VRL 20-FEB-2021</w:t>
      </w:r>
    </w:p>
    <w:p w14:paraId="47AAFF1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6095BD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SARS-CoV-2/human/ITA/ABR-IZSGC-TE30939/2021, complete genome.</w:t>
      </w:r>
    </w:p>
    <w:p w14:paraId="3015275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ACCESSION   MW642248</w:t>
      </w:r>
    </w:p>
    <w:p w14:paraId="36920A9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VERSION     MW642248.1</w:t>
      </w:r>
    </w:p>
    <w:p w14:paraId="1BAD3D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020918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C7D14A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58D641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C45AD0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80AF9B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81AF96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29868)</w:t>
      </w:r>
    </w:p>
    <w:p w14:paraId="1DDFFF4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Jurisic,L., Delli Compagni,E., Mangone,I. and Lorusso,A.</w:t>
      </w:r>
    </w:p>
    <w:p w14:paraId="3550119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Genome Sequence of three SARS-CoV-2 P.1 Strains Identified from</w:t>
      </w:r>
    </w:p>
    <w:p w14:paraId="5BC0AC4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Patients Returning from Brazil to Italy</w:t>
      </w:r>
    </w:p>
    <w:p w14:paraId="099EA7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68E415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29868)</w:t>
      </w:r>
    </w:p>
    <w:p w14:paraId="3A6E334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Jurisic,L., Delli Compagni,E., Mangone,I. and Lorusso,A.</w:t>
      </w:r>
    </w:p>
    <w:p w14:paraId="30B2D26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3DE96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(20-FEB-2021) Virology Unit, Istituto Zooprofilattico</w:t>
      </w:r>
    </w:p>
    <w:p w14:paraId="7D2FA1D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Sperimentale dell'Abruzzo e Molise 'G.Caporale', Campo Boario,</w:t>
      </w:r>
    </w:p>
    <w:p w14:paraId="27602F9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Teramo 64100, Italy</w:t>
      </w:r>
    </w:p>
    <w:p w14:paraId="300D705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42248.1"/>
      <w:bookmarkEnd w:id="2"/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E9CA3D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</w:t>
      </w:r>
    </w:p>
    <w:p w14:paraId="2A4517F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"http://gensoft.pasteur.fr/docs/ivar/1.0/manualpage.html"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http://gensoft.pasteur.fr/docs/ivar/1.0/ma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B60BF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"http://gensoft.pasteur.fr/docs/ivar/1.0/manualpage.html"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nualpage.html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F4FDE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ABC9F1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12F327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42248.1"/>
      <w:bookmarkEnd w:id="3"/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AAF7FD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1..29868</w:t>
      </w:r>
    </w:p>
    <w:p w14:paraId="59C7D33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1FFA23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2"</w:t>
      </w:r>
    </w:p>
    <w:p w14:paraId="26FF677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F30CBE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/isolate="SARS-CoV-2/human/ITA/ABR-IZSGC-TE30939/2021"</w:t>
      </w:r>
    </w:p>
    <w:p w14:paraId="7E0BDD1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282DE30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36C0A9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E01F4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/country="Italy"</w:t>
      </w:r>
    </w:p>
    <w:p w14:paraId="4B1C8C0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/collection_date="2021-01-18"</w:t>
      </w:r>
    </w:p>
    <w:p w14:paraId="2134F35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"https://www.ncbi.nlm.nih.gov/nuccore/MW642248.1?from=236&amp;to=21516"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076706D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DA0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"https://www.ncbi.nlm.nih.gov/nuccore/MW642248.1?location=236:13429,13429:21516"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6C802BE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1CAA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7688BA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C1C8A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3C743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QRX39399.1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43DE0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AA00F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F4141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FB49D8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0D6EE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64B32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F39456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327FAF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FD30C2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E85FFE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B7CCB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3542F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582B8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E8A62F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03427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2E18F4E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E78302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KLASHMYCSFYPPDEDEEEGDCEEEEFEPSTQYEYGIEDDYQGKPLEFGATSAALQPE</w:t>
      </w:r>
    </w:p>
    <w:p w14:paraId="33DCFFE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052496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FD6B5A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0346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27A7C78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9F1D3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5310BF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A4F10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BF5B6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F2271B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177201A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B735A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E92C99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04BC7D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63D9EB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64FE29F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59BF87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98A98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AB886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9C25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E5AF3B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2446F8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67647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2B26BC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1DD5D8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458D7C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F5AFD2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0AEB7C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9CD3BB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179917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FCE208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1C1B70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F9749E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9FC06C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49BE51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BB182E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3F8551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68E5973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AE711D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DA43E6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40FB7C7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AE3BDA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5DEF54E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1992CA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C541EB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22A8CC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5684AC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D0A420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D94298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809630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B29C94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D1AB32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3457D8A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91E5CE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CDEB72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726081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9117D3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EFED5B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15ABD8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125C64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1344A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E15B0F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132019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674CBB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9B8D42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2AE878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C91E6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44415D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306971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7EDE6FB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66FD78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BAD3EF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055AED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22287B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1BE389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98F193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1C7D4C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A3BE40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6A726A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581924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6D68D6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AIGLALYYPSARIVYTACSHAAVDALCEKALKYLPIDKCSRIIPARARVDCFDKFKVN</w:t>
      </w:r>
    </w:p>
    <w:p w14:paraId="4FFC9FA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2985E30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064163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AB5AB3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676A91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14182B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69416D0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0E0022E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64883D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6F77DB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F9FAE4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1BEE965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B0B582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FYYSDSPCESHGKQVVSDIDYVPLKSATCITRCNLGGAVCRHHANEYRLYLDAYNMMI</w:t>
      </w:r>
    </w:p>
    <w:p w14:paraId="6D42DA3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38BA535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F1BDEA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4B3AD49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AFB5A3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7C1896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6C1644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430B72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BF0532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DB3BBA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3334C3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1FEA8B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19ABE0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"https://www.ncbi.nlm.nih.gov/protein/QRX39399.1?from=1&amp;to=180"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68782A8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04EBD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D86CA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"https://www.ncbi.nlm.nih.gov/protein/QRX39399.1?from=181&amp;to=818"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71CDECF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8511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E1CA4C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"https://www.ncbi.nlm.nih.gov/protein/QRX39399.1?from=819&amp;to=2763"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3BE9EE3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65576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2D5E71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"https://www.ncbi.nlm.nih.gov/protein/QRX39399.1?from=2764&amp;to=3263"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630E9EA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E8D22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D2BAB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"https://www.ncbi.nlm.nih.gov/protein/QRX39399.1?from=3264&amp;to=3569"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4752FB0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59DC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C31B6E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"https://www.ncbi.nlm.nih.gov/protein/QRX39399.1?from=3570&amp;to=3856"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3A4281D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7B678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40554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"https://www.ncbi.nlm.nih.gov/protein/QRX39399.1?from=3857&amp;to=3939"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1814627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1D7E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958C7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"https://www.ncbi.nlm.nih.gov/protein/QRX39399.1?from=3940&amp;to=4137"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783B9F1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53A6C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E31DD5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"https://www.ncbi.nlm.nih.gov/protein/QRX39399.1?from=4138&amp;to=4250"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5A05EDA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C35B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25202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"https://www.ncbi.nlm.nih.gov/protein/QRX39399.1?from=4251&amp;to=4389"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334EF8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A1C2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/product="nsp10"</w:t>
      </w:r>
    </w:p>
    <w:p w14:paraId="13BB88F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"https://www.ncbi.nlm.nih.gov/protein/QRX39399.1?from=4390&amp;to=5321"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1C83539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B719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EB2B47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"https://www.ncbi.nlm.nih.gov/protein/QRX39399.1?from=5322&amp;to=5922"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48C1C24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47B6A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35E9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"https://www.ncbi.nlm.nih.gov/protein/QRX39399.1?from=5923&amp;to=6449"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0D59F05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736C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ACD7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"https://www.ncbi.nlm.nih.gov/protein/QRX39399.1?from=6450&amp;to=6795"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49CB324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54C13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583F7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"https://www.ncbi.nlm.nih.gov/protein/QRX39399.1?from=6796&amp;to=7093"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22B7D1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F7E6E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16238C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"https://www.ncbi.nlm.nih.gov/nuccore/MW642248.1?from=236&amp;to=13444"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70293D1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9073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360EC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4E123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"https://www.ncbi.nlm.nih.gov/protein/1991545374"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QRX39400.1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1EF5A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AC3D2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7FA93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D8B51A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4C8A07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FC056E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0D206A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455F38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6C917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015024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1064B2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7DA37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3F4914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75249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0A3EC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117246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DD0BB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KLASHMYCSFYPPDEDEEEGDCEEEEFEPSTQYEYGIEDDYQGKPLEFGATSAALQPE</w:t>
      </w:r>
    </w:p>
    <w:p w14:paraId="1E1651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944712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1B5F5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CA8829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57A7314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441B2B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157B6C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D0CD44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3880A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2AC975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2374E4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EC3F4C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E926C9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5D48E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FC1C00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36F0695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0518A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906C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5AFB64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0EFECF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F62F4F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25D29E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B1E8D4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E1E429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9EC9ED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596D36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63A12A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CEB706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432AE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ED1CE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1F7D4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BABDB7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B0F755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B166AC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60AD65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8CCB7A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30AEF7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35CEE8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F36FA3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B292B8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576B77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6688A7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339519A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A06D3E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2FBCE0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11CF5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F0630C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LPSLATVAYFNMVYMPASWVMRIMTWLDMVDTSLKLKDCVMYASAVVLLILMTARTVY</w:t>
      </w:r>
    </w:p>
    <w:p w14:paraId="7B89AEA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BFE72F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B8D6B6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B5D7FF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D03201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BF3DC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555ED8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C8713B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50B1C2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6430BF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52F8EE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89EAE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205F94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A393D0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"https://www.ncbi.nlm.nih.gov/protein/QRX39400.1?from=1&amp;to=180"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0E7621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B658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561A21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"https://www.ncbi.nlm.nih.gov/protein/QRX39400.1?from=181&amp;to=818"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4D94F85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9131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2DB37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"https://www.ncbi.nlm.nih.gov/protein/QRX39400.1?from=819&amp;to=2763"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0E49D35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3D698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C0721D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"https://www.ncbi.nlm.nih.gov/protein/QRX39400.1?from=2764&amp;to=3263"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68AAD46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A276F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BAA08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"https://www.ncbi.nlm.nih.gov/protein/QRX39400.1?from=3264&amp;to=3569"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35ACF08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509C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A58FE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"https://www.ncbi.nlm.nih.gov/protein/QRX39400.1?from=3570&amp;to=3856"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108E84F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9078E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F7A5EE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"https://www.ncbi.nlm.nih.gov/protein/QRX39400.1?from=3857&amp;to=3939"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049888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3F83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546BBD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"https://www.ncbi.nlm.nih.gov/protein/QRX39400.1?from=3940&amp;to=4137"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55A1CB4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F386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C23C5A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"https://www.ncbi.nlm.nih.gov/protein/QRX39400.1?from=4138&amp;to=4250"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336333C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C6EA8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21347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"https://www.ncbi.nlm.nih.gov/protein/QRX39400.1?from=4251&amp;to=4389"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4DE5611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3C97B6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38F06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"https://www.ncbi.nlm.nih.gov/protein/QRX39400.1?from=4390&amp;to=4402"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70FAAEE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5AF4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6F260A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"https://www.ncbi.nlm.nih.gov/nuccore/MW642248.1?from=13437&amp;to=13464"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5B72DE6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AF94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CAB75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CE78F0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"https://www.ncbi.nlm.nih.gov/nuccore/MW642248.1?from=13449&amp;to=13503"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4A67730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B5ED0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52F29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4309A6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"https://www.ncbi.nlm.nih.gov/nuccore/MW642248.1?from=21524&amp;to=25345"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21524..25345</w:t>
      </w:r>
    </w:p>
    <w:p w14:paraId="679FAF8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41D35D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"https://www.ncbi.nlm.nih.gov/nuccore/MW642248.1?from=21524&amp;to=25345"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21524..25345</w:t>
      </w:r>
    </w:p>
    <w:p w14:paraId="1FA75F9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30BA9B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7B3E6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015DCB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"https://www.ncbi.nlm.nih.gov/protein/1991545375"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QRX39401.1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C2515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/translation="MFVFLVLLPLVSSQCVNFTNRTQLPSAYTNSFTRGVYYPDKVFR</w:t>
      </w:r>
    </w:p>
    <w:p w14:paraId="06B8760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6D943C6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GWIFGTTLDSKTQSLLIVNNATNVVIKVCEFQFCNYPFLGVYYHKNNKSWMESEFRVY</w:t>
      </w:r>
    </w:p>
    <w:p w14:paraId="6ADD7FF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SSANNCTFEYVSQPFLMDLEGKQGNFKNLSEFVFKNIDGYFKIYSKHTPINLVRDLPQ</w:t>
      </w:r>
    </w:p>
    <w:p w14:paraId="4E84585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463DE17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4EFE6BB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11781AA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TNVYADSFVIRGDEVRQIAPGQTGTIADYNYKLPDDFTGCVIAWNSNNLDSKVGGNYN</w:t>
      </w:r>
    </w:p>
    <w:p w14:paraId="47A2A50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45A2A24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0B38BE1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1AE022B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HADQLTPTWRVYSTGSNVFQTRAGCLIGAEYVNNSYECDIPIGAGICASYQTQTNSPR</w:t>
      </w:r>
    </w:p>
    <w:p w14:paraId="23A1659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01C3C6F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4EB4115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6D0B531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667F613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3FC135F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ISSVLNDILSRLDKVEAEVQIDRLITGRLQSLQTYVTQQLIRAAEIRASANLAAIKMS</w:t>
      </w:r>
    </w:p>
    <w:p w14:paraId="723F833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099AC4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117CE03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SFKEELDKYFKNHTSPDVDLGDISGINASFVNIQKEIDRLNEVAKNLNESLIDLQELG</w:t>
      </w:r>
    </w:p>
    <w:p w14:paraId="7EB34FF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40106FD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PVLKGVKLHYT"</w:t>
      </w:r>
    </w:p>
    <w:p w14:paraId="51A0016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"https://www.ncbi.nlm.nih.gov/nuccore/MW642248.1?from=25354&amp;to=26181"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25354..26181</w:t>
      </w:r>
    </w:p>
    <w:p w14:paraId="02625B8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5F24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"https://www.ncbi.nlm.nih.gov/nuccore/MW642248.1?from=25354&amp;to=26181"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25354..26181</w:t>
      </w:r>
    </w:p>
    <w:p w14:paraId="670B6BB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C2FC7B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0E4DF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FD2C2D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"https://www.ncbi.nlm.nih.gov/protein/1991545376"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QRX39402.1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88B8F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F2C00C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6264BC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635CC5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8ECDE2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LSTDTGVEHVTFFIYNKIVDEPEEHVQIHTIDGSPGVVNPVMEPIYDEPTTTTSVPL"</w:t>
      </w:r>
    </w:p>
    <w:p w14:paraId="7214438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"https://www.ncbi.nlm.nih.gov/nuccore/MW642248.1?from=26206&amp;to=26433"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26206..26433</w:t>
      </w:r>
    </w:p>
    <w:p w14:paraId="0E6E9F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FA2EE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"https://www.ncbi.nlm.nih.gov/nuccore/MW642248.1?from=26206&amp;to=26433"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26206..26433</w:t>
      </w:r>
    </w:p>
    <w:p w14:paraId="4CE510C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C288F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0DA60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AA63D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"https://www.ncbi.nlm.nih.gov/protein/1991545377"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QRX39403.1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894F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CC6DC6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40294C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"https://www.ncbi.nlm.nih.gov/nuccore/MW642248.1?from=26484&amp;to=27152"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26484..27152</w:t>
      </w:r>
    </w:p>
    <w:p w14:paraId="1212F1E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BD73A0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"https://www.ncbi.nlm.nih.gov/nuccore/MW642248.1?from=26484&amp;to=27152"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26484..27152</w:t>
      </w:r>
    </w:p>
    <w:p w14:paraId="0ADA1C3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C789B8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F383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05D05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QRX39404.1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5F74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65BCA46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10FAF68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6D17A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D5492C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090C5A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"https://www.ncbi.nlm.nih.gov/nuccore/MW642248.1?from=27163&amp;to=27348"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27163..27348</w:t>
      </w:r>
    </w:p>
    <w:p w14:paraId="6CFC335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4AAB5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"https://www.ncbi.nlm.nih.gov/nuccore/MW642248.1?from=27163&amp;to=27348"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27163..27348</w:t>
      </w:r>
    </w:p>
    <w:p w14:paraId="259BB9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21B5F9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2E195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8DF18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"https://www.ncbi.nlm.nih.gov/protein/1991545379"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QRX39405.1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764E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566560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TENKYSQLDEEQPMEID"</w:t>
      </w:r>
    </w:p>
    <w:p w14:paraId="01FFCE5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"https://www.ncbi.nlm.nih.gov/nuccore/MW642248.1?from=27355&amp;to=27720"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27355..27720</w:t>
      </w:r>
    </w:p>
    <w:p w14:paraId="4D9AEFF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BF497D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"https://www.ncbi.nlm.nih.gov/nuccore/MW642248.1?from=27355&amp;to=27720"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27355..27720</w:t>
      </w:r>
    </w:p>
    <w:p w14:paraId="0172246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EAF1E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4E57F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A91CDE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QRX39406.1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3E77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3227E1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D4C205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C82216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"https://www.ncbi.nlm.nih.gov/nuccore/MW642248.1?from=27717&amp;to=27848"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27717..27848</w:t>
      </w:r>
    </w:p>
    <w:p w14:paraId="7747ED7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6DDCE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"https://www.ncbi.nlm.nih.gov/nuccore/MW642248.1?from=27717&amp;to=27848"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27717..27848</w:t>
      </w:r>
    </w:p>
    <w:p w14:paraId="1AC0485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DA3CA7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9BB63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AA142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"https://www.ncbi.nlm.nih.gov/protein/1991545381"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QRX39407.1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D4E52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868DF9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"https://www.ncbi.nlm.nih.gov/nuccore/MW642248.1?from=27855&amp;to=28220"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27855..28220</w:t>
      </w:r>
    </w:p>
    <w:p w14:paraId="6A5681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3B660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"https://www.ncbi.nlm.nih.gov/nuccore/MW642248.1?from=27855&amp;to=28220"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27855..28220</w:t>
      </w:r>
    </w:p>
    <w:p w14:paraId="56A809D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78D748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BB9A6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01F794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"https://www.ncbi.nlm.nih.gov/protein/1991545382"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QRX39408.1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7D399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9164B2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WYIRVGARKSAPLIELCVDEAGSKSPIQYIDIGNYTVSCLPFTINCQKPKLGSLVVRC</w:t>
      </w:r>
    </w:p>
    <w:p w14:paraId="474E5BC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423D31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"https://www.ncbi.nlm.nih.gov/nuccore/MW642248.1?from=28239&amp;to=29498"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28239..29498</w:t>
      </w:r>
    </w:p>
    <w:p w14:paraId="0D66AFA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76CF1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"https://www.ncbi.nlm.nih.gov/nuccore/MW642248.1?from=28239&amp;to=29498"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28239..29498</w:t>
      </w:r>
    </w:p>
    <w:p w14:paraId="697CB42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017F98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CCCD8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5F6202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QRX39409.1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3BEC5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4BE637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LPNNTASWFTALTQHGKEDLKFPRGQGVPINTNSSRDDQIGYYRRATRRIRGGDGKMK</w:t>
      </w:r>
    </w:p>
    <w:p w14:paraId="59FB1CD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118D42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33C709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70B8B0D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86418E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GAIKLDDKDPNFKDQVILLNKHIDAYKTFPPTEPKKDKKKKADETQALPQRQKKQQTV</w:t>
      </w:r>
    </w:p>
    <w:p w14:paraId="331CC4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71B935D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"https://www.ncbi.nlm.nih.gov/nuccore/MW642248.1?from=29523&amp;to=29639"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29523..29639</w:t>
      </w:r>
    </w:p>
    <w:p w14:paraId="6954487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6D97C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"https://www.ncbi.nlm.nih.gov/nuccore/MW642248.1?from=29523&amp;to=29639"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29523..29639</w:t>
      </w:r>
    </w:p>
    <w:p w14:paraId="4464D29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EF92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DF487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7EBEB7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"https://www.ncbi.nlm.nih.gov/protein/1991545384"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QRX39410.1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B47C0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70736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"https://www.ncbi.nlm.nih.gov/nuccore/MW642248.1?from=29574&amp;to=29609"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29574..29609</w:t>
      </w:r>
    </w:p>
    <w:p w14:paraId="7AB9B61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18BF6C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1865F4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"https://www.ncbi.nlm.nih.gov/nuccore/MW642248.1?from=29594&amp;to=29622"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29594..29622</w:t>
      </w:r>
    </w:p>
    <w:p w14:paraId="0B02B2E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9584D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016AFF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"https://www.ncbi.nlm.nih.gov/nuccore/MW642248.1?from=29693&amp;to=29733" </w:instrTex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E1DA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29693..29733</w:t>
      </w:r>
    </w:p>
    <w:p w14:paraId="6169212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929774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6D1119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42248.1"/>
      <w:bookmarkEnd w:id="4"/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7D9DB0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25941FC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3E9412C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51A1FF7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4ED24C8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74CE97C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34A1AB1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392DB70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29D32BF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254A3A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2BB270C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gactttcaag aaaactggaa</w:t>
      </w:r>
    </w:p>
    <w:p w14:paraId="779D51F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695D679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3F5CBC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63BBBC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34389E0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7B144D9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54F2414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6CBFE28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1862B1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1D3FA48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2D96ED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12219B3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1381 tagtcttgcc gaataccata atgaatctgg cttgaaaacc attcttcgta agggtggtcg</w:t>
      </w:r>
    </w:p>
    <w:p w14:paraId="2E4C7FC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47CE8C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5A000F5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4F59A13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3C8AE40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375A65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21EBA63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68535A0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60B189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15E8338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080D940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0BF42C5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31565CC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5932F1B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12702A7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7419CC0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1CB6111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0FBAC80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0B983C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6A60C41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1D503EE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2A8966B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ggtgatgata ctgtgataga agtgcaaggt tacaagagtg tgaatatcac</w:t>
      </w:r>
    </w:p>
    <w:p w14:paraId="7435D1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4FC1209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3F0D27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76B8600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1A49E01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1F27891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atggtattga agatgattac caaggtaaac ctttggaatt</w:t>
      </w:r>
    </w:p>
    <w:p w14:paraId="4AC2CE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2E7C0F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68773E5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419F1D5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10348F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4B71407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52C30CD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1FCF83D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7702C29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3FF0577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0257B7F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7A39226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cttgttttaa gctttttgga aatgaagagt gaaaagcaag ttgaacaaaa</w:t>
      </w:r>
    </w:p>
    <w:p w14:paraId="7CE9683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214FE99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3901 tgaacagaga aaacaagatg ataagaaaat caaagcttgt gttgaagaag ttacaacaac</w:t>
      </w:r>
    </w:p>
    <w:p w14:paraId="11BFFC3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0D3BF86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50B5CEF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69D1355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19F733A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3B845AB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5F99E7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2E5E162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6A8409D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66796D3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5B60C6F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2ABD59E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3D2ED5E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48D0B05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090B01D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0653042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39D22A1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4EA5DF3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4C703A0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086F3FF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2EF4BDC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7E20F16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50D9D72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501FF22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gaagctgcta acttttgtgc acttatctta gcctactgta ataagacagt</w:t>
      </w:r>
    </w:p>
    <w:p w14:paraId="749A574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6012273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3377314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7EAAA23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agctacacaa tatctagtac aacaggagtc</w:t>
      </w:r>
    </w:p>
    <w:p w14:paraId="731E435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6B0A4A5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04D25DB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15632B2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187B249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4736F81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22D8584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60BF986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31465D8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737E705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54A875D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acaaaaccgg ttgaaacatc</w:t>
      </w:r>
    </w:p>
    <w:p w14:paraId="5DBDE1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5874189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78DF6CB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6421 tgagtgtaat gtgaaaacta ccgaagttgt aggagacatt atacttaaac cagcaaataa</w:t>
      </w:r>
    </w:p>
    <w:p w14:paraId="2E5B3E0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7D66F17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gtgttaggtt tgaaaaccct</w:t>
      </w:r>
    </w:p>
    <w:p w14:paraId="714B91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7B14A34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61C8DCC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71CB374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tactagaagt acaaattcta gaattaaagc atctatgccg actactatag caaagaatac</w:t>
      </w:r>
    </w:p>
    <w:p w14:paraId="1C148F5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5BCBA9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ttataatttg gtttttacta ttaagtgttt gcctaggttc</w:t>
      </w:r>
    </w:p>
    <w:p w14:paraId="2F31F2A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2A37E7F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3DCB82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tagtggttta gattctttag acacctatcc</w:t>
      </w:r>
    </w:p>
    <w:p w14:paraId="434D7A5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atcttttaaa tgggatttaa ctgcttttgg</w:t>
      </w:r>
    </w:p>
    <w:p w14:paraId="0E5C64A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cttagttgca gagtggtttt tggcatatat tcttttcact aggtttttct atgtacttgg</w:t>
      </w:r>
    </w:p>
    <w:p w14:paraId="098F3CB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5718A8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68143B6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6B387D1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7123D9E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076B918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44BB498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5FFFA2B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6D114F6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4C20A40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1B41403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314A37A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074502A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7D84122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4EB9D0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497B6A6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1EAE03D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14D5B30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6541292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ggtagcaaaa agtcacaaca ttgctttgat atggaacgtt aaagatttca tgtcattgtc</w:t>
      </w:r>
    </w:p>
    <w:p w14:paraId="0FD44CF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5E99F92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gacatgtgca actactagac aagttgttaa tgttgtaaca acaaagatag cacttaaggg</w:t>
      </w:r>
    </w:p>
    <w:p w14:paraId="53F8EB7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tggtaaaatt gttaataatt ggttgaagca gttaattaaa gttacacttg tgttcctttt</w:t>
      </w:r>
    </w:p>
    <w:p w14:paraId="0F6E364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122634C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5EC3024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7A3BCED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637ACE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79528C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6EE21AF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8941 tatagagtac actgactttg caacatcagc ttgtgttttg gctgctgaat gtacaatttt</w:t>
      </w:r>
    </w:p>
    <w:p w14:paraId="73309EB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2B4696F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4E1B82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1069C4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44AB4E2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tagatgggta cttaacaatg attattacag atctttacca ggagttttct gtggtgtaga</w:t>
      </w:r>
    </w:p>
    <w:p w14:paraId="7AE233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tgctgtaaat ttacttacta atatgtttac accactaatt caacctattg gtgctttgga</w:t>
      </w:r>
    </w:p>
    <w:p w14:paraId="52E01B4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tgtagctatc gtagtaacat gccttgccta</w:t>
      </w:r>
    </w:p>
    <w:p w14:paraId="7A82A2F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gagcttttgg tgaatacagt catgtagttg cctttaatac</w:t>
      </w:r>
    </w:p>
    <w:p w14:paraId="00B3D95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tcactgtact ctgtttaaca ccagtttact cattcttacc</w:t>
      </w:r>
    </w:p>
    <w:p w14:paraId="0EA4D9C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6542BF7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4CB740D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2D3F076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660B634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ctttttgtta aataaagaaa tgtatctaaa gttgcgtagt gatgtgctat tacctcttac</w:t>
      </w:r>
    </w:p>
    <w:p w14:paraId="5DEBFCA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41492B9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2F197F1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accacaaacc tctatcacct cagctgtttt</w:t>
      </w:r>
    </w:p>
    <w:p w14:paraId="002E7E2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12A9CF3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177E79C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ctgaagacat gcttaaccct aattatgaag atttactcat</w:t>
      </w:r>
    </w:p>
    <w:p w14:paraId="6A12632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5E727A0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68BF7C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15197D7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tatgaggccc aatttcacta ttaagggttc</w:t>
      </w:r>
    </w:p>
    <w:p w14:paraId="0DF02F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526B792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0014AAA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33E2E94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231C669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1398AAD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62DFAB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39BDE8C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taccatattg ggtagtgctt tattagaaga tgaatttaca ccttttgatg ttgttagaca</w:t>
      </w:r>
    </w:p>
    <w:p w14:paraId="4597D38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6C9B264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gttgttactc acaattttga cttcactttt agttttagtc cagagtactc aatggtcttt</w:t>
      </w:r>
    </w:p>
    <w:p w14:paraId="1718672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gttctttttt ttgtatgaaa atgccttttt accttttgct atgggtatta ttgctatgtc</w:t>
      </w:r>
    </w:p>
    <w:p w14:paraId="1E39483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169416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4A3713F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3E059CC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785C8B6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115C099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12E7C6F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11461 aggtgtagtt acaactgtca tgtttttggc cagaggtatt gtttttatgt gtgttgagta</w:t>
      </w:r>
    </w:p>
    <w:p w14:paraId="60C78EB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62BA34A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1C81E8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3ED05BF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5A64736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5AAC5FD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aaagtgcaca tcagtagtct tactctcagt tttgcaacaa ctcagagtag aatcatcatc</w:t>
      </w:r>
    </w:p>
    <w:p w14:paraId="21E53C4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7247529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3537D43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39D5949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51B2C8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52C2368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7FB1DD8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658DA9F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06BE3BA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4B04389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7BFC8D9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22CFC5C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17E3FFF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20DEC2C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1CE31A4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ttagcttatt acaacacaac aaagggaggt aggtttgtac ttgcactgtt</w:t>
      </w:r>
    </w:p>
    <w:p w14:paraId="4F748C7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453D3CD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ctatacagaa ctggaaccac cttgtaggtt tgttacagac acacctaaag gtcctaaagt</w:t>
      </w:r>
    </w:p>
    <w:p w14:paraId="59540A3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0819322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49A5EF4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7DD8C92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00AA125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178E9BE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54FFAFE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700C251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1CF7E8B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6DA80DB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6322559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373B03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tgtcgcttcc aagaaaagga cgaagatgac aatttaattg attcttactt tgtagttaag</w:t>
      </w:r>
    </w:p>
    <w:p w14:paraId="6E036BA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144580B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4967DC5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307D237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tacattaaaa gaaatacttg tcacatacaa ttgttgtgat</w:t>
      </w:r>
    </w:p>
    <w:p w14:paraId="4BC5691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6F5E46D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0ECF8C2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13981 gatgccatgc gaaatgctgg tattgttggt gtactgacat tagataatca agatctcaat</w:t>
      </w:r>
    </w:p>
    <w:p w14:paraId="4B3F9D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6289938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52EDC16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0621E6C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5D9E85D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2581F32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aatgttttat tctctacagt gttcccactt acaagttttg gaccactagt gagaaaaata</w:t>
      </w:r>
    </w:p>
    <w:p w14:paraId="055B16A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1280266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594E50A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2C78ED9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caaacccggt</w:t>
      </w:r>
    </w:p>
    <w:p w14:paraId="363F61F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389D3B3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02F5463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1694277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4CB9E40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126CF5E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792326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aaagaataga</w:t>
      </w:r>
    </w:p>
    <w:p w14:paraId="5483B08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5B16FBE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1BCBED1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aaaccctcac</w:t>
      </w:r>
    </w:p>
    <w:p w14:paraId="79529E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71A8170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5888707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054E4D2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27F1E00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052C3BB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0CFCC1A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579D6D5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tactctctga cgatgctgtt gtgtgtttca atagcactta tgcatctcaa</w:t>
      </w:r>
    </w:p>
    <w:p w14:paraId="4D78AEB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29D3BC4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3AEBF90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09BCF1E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3098465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5CD040C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3C51770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gagttaacag gacacatgtt agacatgtat tctgttatgc ttactaatga taacacttca</w:t>
      </w:r>
    </w:p>
    <w:p w14:paraId="1C4FD02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3CF18A7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1959BB5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tatcaacatc acataaatta</w:t>
      </w:r>
    </w:p>
    <w:p w14:paraId="2274D6B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775E09B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6DA7862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4ED243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16501 aatgttactg actttaatgc aattgcaaca tgtgactgga caaatgctgg tgattacatt</w:t>
      </w:r>
    </w:p>
    <w:p w14:paraId="7375AF9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04DF19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7DF008A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7C87DE0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035EA9B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61A170E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ggtgattatt ttgtgctgac atcacataca gtaatgccat taagtgcacc tacactagtg</w:t>
      </w:r>
    </w:p>
    <w:p w14:paraId="09741F5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46E2F78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0C3F460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726EF6D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25FFECE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tcgtgtagat</w:t>
      </w:r>
    </w:p>
    <w:p w14:paraId="662FEAE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575468D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5C475C7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cgtgctaagc actatgtgta cattggcgac</w:t>
      </w:r>
    </w:p>
    <w:p w14:paraId="38B3494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510FE36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69944E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7996200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0F58B91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59C07DF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48AC6C4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19C3B97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04ADD40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1BAB0DC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0C3D000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1B362FB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08D10A9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gacatacctg gcatacctaa ggacatgacc tatagaagac tcatctctat gatgggtttt</w:t>
      </w:r>
    </w:p>
    <w:p w14:paraId="568F586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543E7D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7C54C51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5B1A07D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10AB2F4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12407EE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4F51E0F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132FB37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ataggacctg agcgcacctg ttgtctatgt gatagacgtg ccacatgctt ttccactgct</w:t>
      </w:r>
    </w:p>
    <w:p w14:paraId="28052A0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692B5A0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3F2919C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26CDD3D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4144809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gatgagctga agattaatgc ggcttgtaga aaggttcaac acatggttgt taaagctgca</w:t>
      </w:r>
    </w:p>
    <w:p w14:paraId="7C064ED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190B5F1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19021 gtacctcaag ctgatgtaga atggaagttc tatgatgcac agccttgtag tgacaaagct</w:t>
      </w:r>
    </w:p>
    <w:p w14:paraId="644C4FE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5EA2E4A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2A2AC54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45DF93E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2D3AE87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47F47F8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tcagatatag attatgtacc actaaagtct gctacgtgta taacacgttg caatttaggt</w:t>
      </w:r>
    </w:p>
    <w:p w14:paraId="09CE6D7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4F4B146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0E5A6B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gagtttagar aatgtggctt ttaatgttgt aaataaggga</w:t>
      </w:r>
    </w:p>
    <w:p w14:paraId="3DDC68D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4BAF0C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158E92A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199C9B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2807973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accaactgaa</w:t>
      </w:r>
    </w:p>
    <w:p w14:paraId="4640AE2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3A672A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acagaaggta gtgttaaagg tttacaacca</w:t>
      </w:r>
    </w:p>
    <w:p w14:paraId="22D359E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212D0FF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58CA6C2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68A3931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664FD14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1F1C291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16606B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0C0FF1B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5AB9BF5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22EE6B1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2F8EF5D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1A7A4AE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6098DEF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63AF133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4E80B1C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3A3194E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1B2A722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466A354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7389FED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gctataaaga taacagaaca ttcttggaat gctgatcttt ataagctcat gggacacttc</w:t>
      </w:r>
    </w:p>
    <w:p w14:paraId="1001699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213CEC2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393B3D6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30B0421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74E4F8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0F2D696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5C31197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21541 tttattgcca ctagtctcta gtcagtgtgt taattttaca aacagaactc aattaccctc</w:t>
      </w:r>
    </w:p>
    <w:p w14:paraId="62A9BE0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tgcatacact aattctttca cacgtggtgt ttattaccct gacaaagttt tcagatcctc</w:t>
      </w:r>
    </w:p>
    <w:p w14:paraId="24EC9C7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agttttacat tcaactcagg acttgttctt acctttcttt tccaatgtta cttggttcca</w:t>
      </w:r>
    </w:p>
    <w:p w14:paraId="243B4D5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tgctatacat gtctctggga ccaatggtac taagaggttt gataaccctg tcctaccatt</w:t>
      </w:r>
    </w:p>
    <w:p w14:paraId="12138AE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taatgatggt gtttattttg cttccactga gaagtctaac ataataagag gctggatttt</w:t>
      </w:r>
    </w:p>
    <w:p w14:paraId="12C3A60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tggtactact ttagattcga agacccagtc cctacttatt gttaataacg ctactaatgt</w:t>
      </w:r>
    </w:p>
    <w:p w14:paraId="76C4BDD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tgttattaaa gtctgtgaat ttcaattttg taattatcca tttttgggtg tttattacca</w:t>
      </w:r>
    </w:p>
    <w:p w14:paraId="74B3F1D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caaaaacaac aaaagttgga tggaaagtga gttcagagtt tattctagtg cgaataattg</w:t>
      </w:r>
    </w:p>
    <w:p w14:paraId="3652A8C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cacttttgaa tatgtctctc agccttttct tatggacctt gaaggaaaac agggtaattt</w:t>
      </w:r>
    </w:p>
    <w:p w14:paraId="1C2230D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caaaaatctt agtgaatttg tgtttaagaa tattgatggt tattttaaaa tatattctaa</w:t>
      </w:r>
    </w:p>
    <w:p w14:paraId="66B776D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gcacacgcct attaatttag tgcgtgatct ccctcagggt ttttcggctt tagaaccatt</w:t>
      </w:r>
    </w:p>
    <w:p w14:paraId="27565FA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ggtagatttg ccaataggta ttaacatcac taggtttcaa actttacttg ctttacatag</w:t>
      </w:r>
    </w:p>
    <w:p w14:paraId="379FA1A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aagttatttg actcctggtg attcttcttc aggttggaca gctggtgctg cagcttatta</w:t>
      </w:r>
    </w:p>
    <w:p w14:paraId="0209F27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tgtgggttat cttcaaccta ggacttttct attaaaatat aatgaaaatg gaaccattac</w:t>
      </w:r>
    </w:p>
    <w:p w14:paraId="52A794C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agatgctgta gactgtgcac ttgaccctct ctcagaaaca aagtgtacgt tgaaatcctt</w:t>
      </w:r>
    </w:p>
    <w:p w14:paraId="020440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cactgtagaa aaaggaatct atcaaacttc taactttaga gtccaaccaa cagaatctat</w:t>
      </w:r>
    </w:p>
    <w:p w14:paraId="782E893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tgttagattt cctaatatta caaacttgtg cccttttggt gaagttttta acgccaccag</w:t>
      </w:r>
    </w:p>
    <w:p w14:paraId="2C53E5B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atttgcatct gtttatgctt ggaacaggaa gagaatcagc aactgtgttg ctgattattc</w:t>
      </w:r>
    </w:p>
    <w:p w14:paraId="299FA3E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tgtcctatat aattccgcat cattttccac ttttaagtgt tatggagtgt ctcctactaa</w:t>
      </w:r>
    </w:p>
    <w:p w14:paraId="6C5E836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attaaatgat ctctgcttta ctaatgtcta tgcagattca tttgtaatta gaggtgatga</w:t>
      </w:r>
    </w:p>
    <w:p w14:paraId="00E47E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agtcagacaa atcgctccag ggcaaactgg aacgattgct gattataatt ataaattacc</w:t>
      </w:r>
    </w:p>
    <w:p w14:paraId="58E1841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agatgatttt acaggctgcg ttatagcttg gaattctaac aatcttgatt ctaaggttgg</w:t>
      </w:r>
    </w:p>
    <w:p w14:paraId="5E947B3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tggtaattat aattacctgt atagattgtt taggaagtct aatctcaaac cttttgagag</w:t>
      </w:r>
    </w:p>
    <w:p w14:paraId="01478F4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agatatttca actgaaatct atcaggccgg tagcacacct tgtaatggtg ttaaaggttt</w:t>
      </w:r>
    </w:p>
    <w:p w14:paraId="315137C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taattgttac tttcctttac aatcatatgg tttccaaccc acttatggtg ttggttacca</w:t>
      </w:r>
    </w:p>
    <w:p w14:paraId="13D630C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accatacaga gtagtagtac tttcttttga acttctacat gcaccagcaa ctgtttgtgg</w:t>
      </w:r>
    </w:p>
    <w:p w14:paraId="1B1A12F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acctaaaaag tctactaatt tggttaaaaa caaatgtgtc aatttcaact tcaatggttt</w:t>
      </w:r>
    </w:p>
    <w:p w14:paraId="5255F5D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aacaggcaca ggtgttctta ctgagtctaa caaaaagttt ctgcctttcc aacaatttgg</w:t>
      </w:r>
    </w:p>
    <w:p w14:paraId="46C611F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cagagacatt gctgacacta ctgatgctgt ccgtgatcca cagacacttg agattcttga</w:t>
      </w:r>
    </w:p>
    <w:p w14:paraId="37ABF77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cattacacca tgttcttttg gtggtgtcag tgttataaca ccaggaacaa atacttctaa</w:t>
      </w:r>
    </w:p>
    <w:p w14:paraId="5B4155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ccaggttgct gttctttatc agggtgttaa ctgcacagaa gtccctgttg ctattcatgc</w:t>
      </w:r>
    </w:p>
    <w:p w14:paraId="7481296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agatcaactt actcctactt ggcgtgttta ttctacaggt tctaatgttt ttcaaacacg</w:t>
      </w:r>
    </w:p>
    <w:p w14:paraId="1A1D9CC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tgcaggctgt ttaatagggg ctgaatatgt caacaactca tatgagtgtg acatacccat</w:t>
      </w:r>
    </w:p>
    <w:p w14:paraId="7D1326D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tggtgcaggt atatgcgcta gttatcagac tcagactaat tctcctcggc gggcacgtag</w:t>
      </w:r>
    </w:p>
    <w:p w14:paraId="62C730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tgtagctagt caatccatca ttgcctacac tatgtcactt ggtgcagaaa attcagttgc</w:t>
      </w:r>
    </w:p>
    <w:p w14:paraId="0EABB30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ttactctaat aactctattg ccatacccac aaattttact attagtgtta ccacagaaat</w:t>
      </w:r>
    </w:p>
    <w:p w14:paraId="6BFF2A3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tctaccagtg tctatgacca agacatcagt agattgtaca atgtacattt gtggtgattc</w:t>
      </w:r>
    </w:p>
    <w:p w14:paraId="37028B2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aactgaatgc agcaatcttt tgttgcaata tggcagtttt tgtacacaat taaaccgtgc</w:t>
      </w:r>
    </w:p>
    <w:p w14:paraId="77A1C3B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tttaactgga atagctgttg aacaagacaa aaacacccaa gaagtttttg cacaagtcaa</w:t>
      </w:r>
    </w:p>
    <w:p w14:paraId="13DE2E2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acaaatttac aaaacaccac caattaaaga ttttggtggt tttaattttt cacaaatatt</w:t>
      </w:r>
    </w:p>
    <w:p w14:paraId="4D9E675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accagatcca tcaaaaccaa gcaagaggtc atttattgaa gatctacttt tcaacaaagt</w:t>
      </w:r>
    </w:p>
    <w:p w14:paraId="50F02DA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gacacttgca gatgctggct tcatcaaaca atatggtgat tgccttggtg atattgctgc</w:t>
      </w:r>
    </w:p>
    <w:p w14:paraId="29145BD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24061 tagagacctc atttgtgcac aaaagtttaa cggccttact gttttgccac ctttgctcac</w:t>
      </w:r>
    </w:p>
    <w:p w14:paraId="0D1386A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agatgaaatg attgctcaat acacttctgc actgttagcg ggtacaatca cttctggttg</w:t>
      </w:r>
    </w:p>
    <w:p w14:paraId="41221F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gacctttggt gcaggtgctg cattacaaat accatttgct atgcaaatgg cttataggtt</w:t>
      </w:r>
    </w:p>
    <w:p w14:paraId="552D680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taatggtatt ggagttacac agaatgttct ctatgagaac caaaaattga ttgccaacca</w:t>
      </w:r>
    </w:p>
    <w:p w14:paraId="49FBDED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atttaatagt gctattggca aaattcaaga ctcactttct tccacagcaa gtgcacttgg</w:t>
      </w:r>
    </w:p>
    <w:p w14:paraId="5EA05D8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aaaacttcaa gatgtggtca accaaaatgc acaagcttta aacacgcttg ttaaacaact</w:t>
      </w:r>
    </w:p>
    <w:p w14:paraId="49300CA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tagctccaat tttggtgcaa tttcaagtgt tttaaatgat atcctttcac gtcttgacaa</w:t>
      </w:r>
    </w:p>
    <w:p w14:paraId="536361D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agttgaggct gaagtgcaaa ttgataggtt gatcacaggc agacttcaaa gtttgcagac</w:t>
      </w:r>
    </w:p>
    <w:p w14:paraId="26ADBE9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atatgtgact caacaattaa ttagagctgc agaaatcaga gcttctgcta atcttgctgc</w:t>
      </w:r>
    </w:p>
    <w:p w14:paraId="72756AE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tattaaaatg tcagagtgtg tacttggaca atcaaaaaga gttgattttt gtggaaaggg</w:t>
      </w:r>
    </w:p>
    <w:p w14:paraId="1D9283F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ctatcatctt atgtccttcc ctcagtcagc acctcatggt gtagtcttct tgcatgtgac</w:t>
      </w:r>
    </w:p>
    <w:p w14:paraId="18DDA48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ttatgtccct gcacaagaaa agaacttcac aactgctcct gccatttgtc atgatggaaa</w:t>
      </w:r>
    </w:p>
    <w:p w14:paraId="09FD83F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agcacacttt cctcgtgaag gtgtctttgt ttcaaatggc acacactggt ttgtaacaca</w:t>
      </w:r>
    </w:p>
    <w:p w14:paraId="5DBB978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aaggaatttt tatgaaccac aaatcattac tacagacaac acatttgtgt ctggtaactg</w:t>
      </w:r>
    </w:p>
    <w:p w14:paraId="00B1143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tgatgttgta ataggaattg tcaacaacac agtttatgat cctttgcaac ctgaattaga</w:t>
      </w:r>
    </w:p>
    <w:p w14:paraId="2461A40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ctcattcaag gaggagttag ataaatattt taagaatcat acatcaccag atgttgattt</w:t>
      </w:r>
    </w:p>
    <w:p w14:paraId="50DF5C4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aggtgacatc tctggcatta atgcttcatt tgtaaacatt caaaaagaaa ttgaccgcct</w:t>
      </w:r>
    </w:p>
    <w:p w14:paraId="23E478D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caatgaggtt gccaagaatt taaatgaatc tctcatcgat ctccaagaac ttggaaagta</w:t>
      </w:r>
    </w:p>
    <w:p w14:paraId="0EFD565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tgagcagtat ataaaatggc catggtacat ttggctaggt tttatagctg gcttgattgc</w:t>
      </w:r>
    </w:p>
    <w:p w14:paraId="27E6B10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catagtaatg gtgacaatta tgctttgctg tatgaccagt tgctgtagtt gtctcaaggg</w:t>
      </w:r>
    </w:p>
    <w:p w14:paraId="58216C4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ctgttgttct tgtggatcct gctgcaaatt tgatgaagac gactctgagc cagtgctcaa</w:t>
      </w:r>
    </w:p>
    <w:p w14:paraId="15447FE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aggagtcaaa ttacattaca cataaacgaa cttatggatt tgtttatgag aatcttcaca</w:t>
      </w:r>
    </w:p>
    <w:p w14:paraId="7FEB375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attggaactg taactttgaa gcaaggtgaa atcaaggatg ctactccttc agattttgtt</w:t>
      </w:r>
    </w:p>
    <w:p w14:paraId="7DB661C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cgcgctactg caacgatacc gatacaagcc tcactccctt tcggatggct tattgttggc</w:t>
      </w:r>
    </w:p>
    <w:p w14:paraId="58D1645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gttgcacttc ttgctgtttt tcagagcgct tccaaaatca taaccctcaa aaagagatgg</w:t>
      </w:r>
    </w:p>
    <w:p w14:paraId="7403F44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caactagcac tctccaaggg tgttcacttt gtttgcaact tgctgttgtt gtttgtaaca</w:t>
      </w:r>
    </w:p>
    <w:p w14:paraId="56BE9C2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gtttactcac accttttgct cgttgctgct ggccttgaag ccccttttct ctatctttat</w:t>
      </w:r>
    </w:p>
    <w:p w14:paraId="697A9C0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gctttagtct acttcttgca gagtataaac tttgtaagaa taataatgag gctttggctt</w:t>
      </w:r>
    </w:p>
    <w:p w14:paraId="1FBF9F8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tgctggaaat gccgttccaa aaacccatta ctttatgatg ccaactattt tctttgctgg</w:t>
      </w:r>
    </w:p>
    <w:p w14:paraId="15584E6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catactaatt gttacgacta ttgtatacct tacaatagtg taacttcttc aattgtcatt</w:t>
      </w:r>
    </w:p>
    <w:p w14:paraId="77C53E2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acttcaggtg atggcacaac aagtcctatt tctgaacatg actaccagat tggtggttat</w:t>
      </w:r>
    </w:p>
    <w:p w14:paraId="64EF465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actgaaaaat gggaatctgg agtaaaagac tgtgttgtat tacacagtta ctttacttca</w:t>
      </w:r>
    </w:p>
    <w:p w14:paraId="4A6AA3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gactattacc agctgtactc aactcaattg agtacagaca ctggtgttga acatgttacc</w:t>
      </w:r>
    </w:p>
    <w:p w14:paraId="781D45D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ttcttcatct acaataaaat tgttgatgag cctgaagaac atgtccaaat tcacacaatc</w:t>
      </w:r>
    </w:p>
    <w:p w14:paraId="160CA91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gacggttcac ccggagttgt taatccagta atggaaccaa tttatgatga accgacgacg</w:t>
      </w:r>
    </w:p>
    <w:p w14:paraId="7EC081F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actactagcg tgcctttgta agcacaagct gatgagtacg aacttatgta ctcattcgtt</w:t>
      </w:r>
    </w:p>
    <w:p w14:paraId="3A45F4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tcggaagaga caggtacgtt aatagttaat agcgtacttc tttttcttgc tttcgtggta</w:t>
      </w:r>
    </w:p>
    <w:p w14:paraId="28C2FA8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ttcttgctag ttacactagc catccttact gcgcttcgat tgtgtgcgta ctgctgcaat</w:t>
      </w:r>
    </w:p>
    <w:p w14:paraId="5B1196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attgttaacg tgagtcttgt aaaaccttct ttttacgttt actctcgtgt taaaaatctg</w:t>
      </w:r>
    </w:p>
    <w:p w14:paraId="4CC6E88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aattcttcta gagttcctga tcttctggtc taaacgaact aaatattata ttagtttttc</w:t>
      </w:r>
    </w:p>
    <w:p w14:paraId="05D3D9A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tgtttggaac tttaatttta gccatggcag attccaacgg tactattacc gttgaagagc</w:t>
      </w:r>
    </w:p>
    <w:p w14:paraId="2B51247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ttaaaaagct ccttgaacaa tggaacctag taataggttt cctattcctt acatggattt</w:t>
      </w:r>
    </w:p>
    <w:p w14:paraId="62F0084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26581 gtcttctaca atttgcctat gccaacagga ataggttttt gtatataatt aagttaattt</w:t>
      </w:r>
    </w:p>
    <w:p w14:paraId="2D7A3D9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tcctctggct gttatggcca gtaactttag cttgttttgt gcttgctgct gtttacagaa</w:t>
      </w:r>
    </w:p>
    <w:p w14:paraId="459ACE9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taaattggat caccggtgga attgctatcg caatggcttg tcttgtaggc ttgatgtggc</w:t>
      </w:r>
    </w:p>
    <w:p w14:paraId="5EF4117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tcagctactt cattgcttct ttcagactgt ttgcgcgtac gcgttccatg tggtcattca</w:t>
      </w:r>
    </w:p>
    <w:p w14:paraId="544E7B7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atccagaaac taacattctt ctcaacgtgc cactccatgg cactattctg accagaccgc</w:t>
      </w:r>
    </w:p>
    <w:p w14:paraId="61E436E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ttctagaaag tgaactcgta atcggagctg tgatccttcg tggacatctt cgtattgctg</w:t>
      </w:r>
    </w:p>
    <w:p w14:paraId="0B1B73F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gacaccatct aggacgctgt gacatcaagg acctgcctaa agaaatcact gttgctacat</w:t>
      </w:r>
    </w:p>
    <w:p w14:paraId="373BC29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cacgaacgct ttcttattac aaattgggag cttcgcagcg tgtagcaggt gactcaggtt</w:t>
      </w:r>
    </w:p>
    <w:p w14:paraId="0AA4CCC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ttgctgcata cagtcgctac aggattggca actataaatt aaacacagac cattccagta</w:t>
      </w:r>
    </w:p>
    <w:p w14:paraId="6F50074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gcagtgacaa tattgctttg cttgtacagt aagtgacaac agatgtttca tctcgttgac</w:t>
      </w:r>
    </w:p>
    <w:p w14:paraId="6C339EE8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tttcaggtta ctatagcaga gatattacta attattatga ggacttttaa agtttccatt</w:t>
      </w:r>
    </w:p>
    <w:p w14:paraId="13641701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tggaatcttg attacatcat aaacctcata attaaaaatt tatctaagtc actaactgag</w:t>
      </w:r>
    </w:p>
    <w:p w14:paraId="01D34A6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aataaatatt ctcaattaga tgaagagcaa ccaatggaga ttgattaaac gaacatgaaa</w:t>
      </w:r>
    </w:p>
    <w:p w14:paraId="21DAC8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attattcttt tcttggcact gataacactc gctacttgtg agctttatca ctaccaagag</w:t>
      </w:r>
    </w:p>
    <w:p w14:paraId="614BE53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tgtgttagag gtacaacagt acttttaaaa gaaccttgct cttctggaac atacgagggc</w:t>
      </w:r>
    </w:p>
    <w:p w14:paraId="37A48D3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aattcaccat ttcatcctct agctgataac aaatttgcac tgacttgctt tagcactcaa</w:t>
      </w:r>
    </w:p>
    <w:p w14:paraId="3EC9B5C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tttgcttttg cttgtcctga cggcgtaaaa cacgtctatc agttacgtgc cagatcagtt</w:t>
      </w:r>
    </w:p>
    <w:p w14:paraId="5B5005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tcacctaaac tgttcatcag acaagaggaa gttcaagaac tttactctcc aatttttctt</w:t>
      </w:r>
    </w:p>
    <w:p w14:paraId="27F13BF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attgttgcgg caatagtgtt tataacactt tgcttcacac tcaaaagaaa gacagaatga</w:t>
      </w:r>
    </w:p>
    <w:p w14:paraId="6C96AC2D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ttgaactttc attaattgac ttctatttgt gctttttagc ctttctgcta ttccttgttt</w:t>
      </w:r>
    </w:p>
    <w:p w14:paraId="6B5829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taattatgct tattatcttt tggttctcac ttgaactgca agatcataat gaaacttgtc</w:t>
      </w:r>
    </w:p>
    <w:p w14:paraId="3044422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acgcctaaac gaacatgaaa tttcttgttt tcttaggaat catcacaact gtagctgcat</w:t>
      </w:r>
    </w:p>
    <w:p w14:paraId="45AA4CF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ttcaccaaga atgtagttta cagtcatgta ctcaacatca accatatgta gttgatgacc</w:t>
      </w:r>
    </w:p>
    <w:p w14:paraId="3158BE6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cgtgtcctat tcacttctat tctaaatggt atattagagt aggagctaga aaatcagcac</w:t>
      </w:r>
    </w:p>
    <w:p w14:paraId="348C971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ctttaattga attgtgcgtg gatgaggctg gttctaaatc acccattcag tacatcgata</w:t>
      </w:r>
    </w:p>
    <w:p w14:paraId="108CE68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tcggtaatta tacagtttcc tgtttacctt ttacaattaa ttgccagaaa cctaaattgg</w:t>
      </w:r>
    </w:p>
    <w:p w14:paraId="0874CA7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gtagtcttgt agtgcgttgt tcgttctatg aagacttttt agagtatcat gacgttcgtg</w:t>
      </w:r>
    </w:p>
    <w:p w14:paraId="0387457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ttgttttaga tttcatctaa acgaacaaac aaactaaaat gtctgataat ggaccccaaa</w:t>
      </w:r>
    </w:p>
    <w:p w14:paraId="7781B09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atcagcgaaa tgcaccccgc attacgtttg gtggaccctc agattcaact ggcagtaacc</w:t>
      </w:r>
    </w:p>
    <w:p w14:paraId="4560651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agaatggaga acgcagtggg gcgcgatcaa aacaacgtcg gccccaaggt ttacccaata</w:t>
      </w:r>
    </w:p>
    <w:p w14:paraId="1E126A0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atactgcgtc ttggttcacc gctctcactc aacatggcaa ggaagacctt aaattccctc</w:t>
      </w:r>
    </w:p>
    <w:p w14:paraId="437AB6D5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gaggacaagg cgttccaatt aacaccaata gcagtcgaga tgaccaaatt ggctactacc</w:t>
      </w:r>
    </w:p>
    <w:p w14:paraId="55C4E1D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gaagagctac cagacgaatt cgtggtggtg acggtaaaat gaaagatctc agtccaagat</w:t>
      </w:r>
    </w:p>
    <w:p w14:paraId="7D19EF5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ggtatttcta ctacctagga actgggccag aagctggact tccctatggt gctaacaaag</w:t>
      </w:r>
    </w:p>
    <w:p w14:paraId="66FFD9CF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acggcatcat atgggttgca actgagggag ccttgaatac accaaaagat cacattggca</w:t>
      </w:r>
    </w:p>
    <w:p w14:paraId="0053C82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cccgcaatcc tgctaacaat gctgcaatcg tgctacaact tcctcaagga acaacattgc</w:t>
      </w:r>
    </w:p>
    <w:p w14:paraId="293112A6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caaaaggctt ctacgctgaa gggagcagag gcggcagtca agcctcttct cgttcctcat</w:t>
      </w:r>
    </w:p>
    <w:p w14:paraId="5AA5256C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cacgtagtcg caacagttca agaaattcaa ctccaggcag ctctaaacga acttctcctg</w:t>
      </w:r>
    </w:p>
    <w:p w14:paraId="0C99948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ctagaatggc tggcaatggc ggtgatgctg ctcttgcttt gctgctgctt gacagattga</w:t>
      </w:r>
    </w:p>
    <w:p w14:paraId="7AE3AEE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accagcttga gagcaaaatg tctggtaaag gccaacaaca acaaggccaa actgtcacta</w:t>
      </w:r>
    </w:p>
    <w:p w14:paraId="0BBA703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agaaatctgc tgctgaggct tctaagaagc ctcggcaaaa acgtactgcc actaaagcat</w:t>
      </w:r>
    </w:p>
    <w:p w14:paraId="0A6F0DB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acaatgtaac acaagctttc ggcagacgtg gtccagaaca aacccaagga aattttgggg</w:t>
      </w:r>
    </w:p>
    <w:p w14:paraId="616D563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29101 accaggaact aatcagacaa ggaactgatt acaaacattg gccgcaaatt gcacaatttg</w:t>
      </w:r>
    </w:p>
    <w:p w14:paraId="3A91025A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cccccagcgc ttcagcgttc ttcggaatgt cgcgcattgg catggaagtc acaccttcgg</w:t>
      </w:r>
    </w:p>
    <w:p w14:paraId="6813FB0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gaacgtggtt gacctacaca ggtgccatca aattggatga caaagatcca aatttcaaag</w:t>
      </w:r>
    </w:p>
    <w:p w14:paraId="61922E8E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atcaagtcat tttgctgaat aagcatattg acgcatacaa aacattccca ccaacagagc</w:t>
      </w:r>
    </w:p>
    <w:p w14:paraId="4010F6D2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ctaaaaagga caaaaagaag aaggctgatg aaactcaagc cttaccgcag agacagaaga</w:t>
      </w:r>
    </w:p>
    <w:p w14:paraId="65D9AC1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aacagcaaac tgtgactctt cttcctgctg cagatttgga tgatttctcc aaacaattgc</w:t>
      </w:r>
    </w:p>
    <w:p w14:paraId="6AAB7AA4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aacaatccat gagcagtgct gactcaactc aggcctaaac tcatgcagac cacacaaggc</w:t>
      </w:r>
    </w:p>
    <w:p w14:paraId="4F8CDDB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agatgggcta tataaacgtt ttcgcttttc cgtttacgat atatagtcta ctcttgtgca</w:t>
      </w:r>
    </w:p>
    <w:p w14:paraId="6A21894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gaatgaattc tcgtaactac atagcacaag tagatgtagt taactttaat ctcacatagc</w:t>
      </w:r>
    </w:p>
    <w:p w14:paraId="239CF2B7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aatctttaat cagtgtgtaa cattagggag gacttgaaag agccaccaca ttttcaccga</w:t>
      </w:r>
    </w:p>
    <w:p w14:paraId="5718229B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ggccacgcgg agtacgatcg agtgtacagt gaacaatgct agggagagct gcctatatgg</w:t>
      </w:r>
    </w:p>
    <w:p w14:paraId="53F48320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aagagcccta atgtgtaaaa ttaattttag tagtgctaac cccatgtgat tttaatagct</w:t>
      </w:r>
    </w:p>
    <w:p w14:paraId="66575543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tcwtaggaga atgacaaaaa aaaaaaaaaa aaaaaaaaaa aaaaaaaa</w:t>
      </w:r>
    </w:p>
    <w:p w14:paraId="3F6EE819" w14:textId="77777777" w:rsidR="005E1DAE" w:rsidRPr="005E1DAE" w:rsidRDefault="005E1DAE" w:rsidP="005E1DA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E1DA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1719D9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A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1DAE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814FF8"/>
  <w15:chartTrackingRefBased/>
  <w15:docId w15:val="{DC0DD680-1F3E-2E48-838B-DBAF2685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7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5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10823</Words>
  <Characters>61697</Characters>
  <Application>Microsoft Office Word</Application>
  <DocSecurity>0</DocSecurity>
  <Lines>514</Lines>
  <Paragraphs>144</Paragraphs>
  <ScaleCrop>false</ScaleCrop>
  <Company/>
  <LinksUpToDate>false</LinksUpToDate>
  <CharactersWithSpaces>72376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2023-03-16T07:27:00Z</dcterms:created>
  <dcterms:modified xsi:type="dcterms:W3CDTF">2023-03-16T07:28:00Z</dcterms:modified>
</cp:coreProperties>
</file>